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CFFFD8218CA46EE92640B9C5CE8841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3F40E2" w:rsidP="00CF0EF4">
          <w:pPr>
            <w:pStyle w:val="Tituldatum"/>
          </w:pPr>
          <w:r w:rsidRPr="000053B3">
            <w:rPr>
              <w:rStyle w:val="Nzevakce"/>
            </w:rPr>
            <w:t>Výstavba železniční zastávky Pardubice centrum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053B3">
        <w:t>27</w:t>
      </w:r>
      <w:r w:rsidRPr="000053B3">
        <w:t xml:space="preserve">. </w:t>
      </w:r>
      <w:r w:rsidR="003F40E2" w:rsidRPr="000053B3">
        <w:t>4</w:t>
      </w:r>
      <w:r w:rsidRPr="000053B3">
        <w:t>. 20</w:t>
      </w:r>
      <w:r w:rsidR="00A616BE" w:rsidRPr="000053B3">
        <w:t>2</w:t>
      </w:r>
      <w:r w:rsidR="003F40E2" w:rsidRPr="000053B3">
        <w:t>3</w:t>
      </w:r>
      <w:r w:rsidR="000008ED">
        <w:t xml:space="preserve"> </w:t>
      </w:r>
    </w:p>
    <w:p w:rsidR="00826B7B" w:rsidRDefault="00826B7B">
      <w:r>
        <w:br w:type="page"/>
      </w:r>
    </w:p>
    <w:p w:rsidR="002819D2" w:rsidRDefault="002819D2" w:rsidP="000008ED">
      <w:pPr>
        <w:pStyle w:val="Nadpisbezsl1-1"/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91CB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4779762" w:history="1">
        <w:r w:rsidR="00391CB9" w:rsidRPr="00AB2658">
          <w:rPr>
            <w:rStyle w:val="Hypertextovodkaz"/>
          </w:rPr>
          <w:t>SEZNAM ZKRATEK</w:t>
        </w:r>
        <w:r w:rsidR="00391CB9">
          <w:rPr>
            <w:noProof/>
            <w:webHidden/>
          </w:rPr>
          <w:tab/>
        </w:r>
        <w:r w:rsidR="00391CB9">
          <w:rPr>
            <w:noProof/>
            <w:webHidden/>
          </w:rPr>
          <w:fldChar w:fldCharType="begin"/>
        </w:r>
        <w:r w:rsidR="00391CB9">
          <w:rPr>
            <w:noProof/>
            <w:webHidden/>
          </w:rPr>
          <w:instrText xml:space="preserve"> PAGEREF _Toc134779762 \h </w:instrText>
        </w:r>
        <w:r w:rsidR="00391CB9">
          <w:rPr>
            <w:noProof/>
            <w:webHidden/>
          </w:rPr>
        </w:r>
        <w:r w:rsidR="00391CB9">
          <w:rPr>
            <w:noProof/>
            <w:webHidden/>
          </w:rPr>
          <w:fldChar w:fldCharType="separate"/>
        </w:r>
        <w:r w:rsidR="00391CB9">
          <w:rPr>
            <w:noProof/>
            <w:webHidden/>
          </w:rPr>
          <w:t>2</w:t>
        </w:r>
        <w:r w:rsidR="00391CB9"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79763" w:history="1">
        <w:r w:rsidRPr="00AB265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79764" w:history="1">
        <w:r w:rsidRPr="00AB265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79765" w:history="1">
        <w:r w:rsidRPr="00AB2658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79766" w:history="1">
        <w:r w:rsidRPr="00AB2658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79767" w:history="1">
        <w:r w:rsidRPr="00AB265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79768" w:history="1">
        <w:r w:rsidRPr="00AB265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1CB9" w:rsidRDefault="00391C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79769" w:history="1">
        <w:r w:rsidRPr="00AB265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658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_Toc134779769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bookmarkStart w:id="0" w:name="_GoBack"/>
    <w:bookmarkEnd w:id="0"/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4779762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  <w:p w:rsidR="000053B3" w:rsidRPr="00AD0C7B" w:rsidRDefault="000053B3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5E07BA" w:rsidRDefault="005E07BA" w:rsidP="003368B2">
      <w:pPr>
        <w:pStyle w:val="Nadpis2-1"/>
      </w:pPr>
      <w:bookmarkStart w:id="2" w:name="_Toc134779763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4779764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4779765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4779766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4779767"/>
      <w:r>
        <w:t>ZÁKLADNÍ PRAVIDLA PRO OCEŇOVÁNÍ SOUPISU PRACÍ</w:t>
      </w:r>
      <w:bookmarkEnd w:id="10"/>
    </w:p>
    <w:p w:rsidR="005E07BA" w:rsidRDefault="005E07BA" w:rsidP="000053B3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0053B3" w:rsidRDefault="000053B3" w:rsidP="005E07BA">
      <w:pPr>
        <w:pStyle w:val="Textbezslovn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Pr="00533FBC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</w:t>
      </w:r>
      <w:r w:rsidRPr="006D6895">
        <w:t>pro Zhotovitele vznikne součtem celkové ceny PS a SO</w:t>
      </w:r>
      <w:r w:rsidR="007278CD">
        <w:t>,</w:t>
      </w:r>
      <w:r w:rsidRPr="006D6895">
        <w:t xml:space="preserve"> všeobecných položek zařazených do SO 98-98</w:t>
      </w:r>
      <w:r>
        <w:t xml:space="preserve"> Všeobecný </w:t>
      </w:r>
      <w:r w:rsidRPr="00533FBC">
        <w:t>objekt</w:t>
      </w:r>
      <w:r w:rsidR="006D6895" w:rsidRPr="00533FBC">
        <w:t xml:space="preserve"> a souhrnném objektu odpadů SO 90 90 Likvidace odpadů včetně dopravy</w:t>
      </w:r>
      <w:r w:rsidRPr="00533FBC">
        <w:t>. Měrné jednotky se uvádějí se zaokrouhlením na 3 desetinná místa, a jednotlivé oceněné položky podle Soupisu prací se uvádějí v Kč se zaokrouhlením na 2 desetinná místa.</w:t>
      </w:r>
    </w:p>
    <w:p w:rsidR="005E07BA" w:rsidRPr="00533FBC" w:rsidRDefault="005E07BA" w:rsidP="005E07BA">
      <w:pPr>
        <w:pStyle w:val="Text2-1"/>
      </w:pPr>
      <w:r w:rsidRPr="00533FBC"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533FBC">
        <w:t>Objednatele</w:t>
      </w:r>
      <w:r w:rsidRPr="00533FBC">
        <w:t>.</w:t>
      </w:r>
    </w:p>
    <w:p w:rsidR="005E07BA" w:rsidRPr="00533FBC" w:rsidRDefault="005E07BA" w:rsidP="005E07BA">
      <w:pPr>
        <w:pStyle w:val="Text2-1"/>
      </w:pPr>
      <w:r w:rsidRPr="00533FBC">
        <w:rPr>
          <w:rStyle w:val="Tun"/>
        </w:rPr>
        <w:t>Všechny položky Soupisu prací musí být v nabídce oceněny s přihlédnutím k</w:t>
      </w:r>
      <w:r w:rsidR="001D1F8C" w:rsidRPr="00533FBC">
        <w:rPr>
          <w:rStyle w:val="Tun"/>
        </w:rPr>
        <w:t> </w:t>
      </w:r>
      <w:r w:rsidRPr="00533FBC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 w:rsidRPr="00533FBC">
        <w:rPr>
          <w:rStyle w:val="Tun"/>
        </w:rPr>
        <w:t>čně ve své nabídce vysvětlit, z </w:t>
      </w:r>
      <w:r w:rsidRPr="00533FBC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 w:rsidRPr="00533FBC">
        <w:t>V </w:t>
      </w:r>
      <w:r w:rsidRPr="00533FBC"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533FBC" w:rsidRDefault="00C952B9" w:rsidP="00F2372B">
      <w:pPr>
        <w:pStyle w:val="Text2-1"/>
        <w:rPr>
          <w:b/>
        </w:rPr>
      </w:pPr>
      <w:r w:rsidRPr="00533FBC">
        <w:rPr>
          <w:b/>
        </w:rPr>
        <w:t xml:space="preserve">Výjimkou z předchozího odstavce jsou </w:t>
      </w:r>
      <w:r w:rsidR="001D2123" w:rsidRPr="00533FBC">
        <w:rPr>
          <w:b/>
        </w:rPr>
        <w:t xml:space="preserve">jednotlivé </w:t>
      </w:r>
      <w:r w:rsidR="0015369F" w:rsidRPr="00533FBC">
        <w:rPr>
          <w:b/>
        </w:rPr>
        <w:t>„</w:t>
      </w:r>
      <w:r w:rsidR="001D2123" w:rsidRPr="00533FBC">
        <w:rPr>
          <w:b/>
        </w:rPr>
        <w:t>E</w:t>
      </w:r>
      <w:r w:rsidR="0015369F" w:rsidRPr="00533FBC">
        <w:rPr>
          <w:b/>
        </w:rPr>
        <w:t>videnční položky“</w:t>
      </w:r>
      <w:r w:rsidR="001D2123" w:rsidRPr="00533FBC">
        <w:rPr>
          <w:b/>
        </w:rPr>
        <w:t xml:space="preserve"> odpadů </w:t>
      </w:r>
      <w:r w:rsidR="00222434" w:rsidRPr="00533FBC">
        <w:rPr>
          <w:b/>
        </w:rPr>
        <w:t xml:space="preserve">označené Variantou </w:t>
      </w:r>
      <w:r w:rsidR="0015369F" w:rsidRPr="00533FBC">
        <w:rPr>
          <w:b/>
        </w:rPr>
        <w:t>„</w:t>
      </w:r>
      <w:r w:rsidR="00222434" w:rsidRPr="00533FBC">
        <w:rPr>
          <w:b/>
        </w:rPr>
        <w:t>901</w:t>
      </w:r>
      <w:r w:rsidR="0015369F" w:rsidRPr="00533FBC">
        <w:rPr>
          <w:b/>
        </w:rPr>
        <w:t>“</w:t>
      </w:r>
      <w:r w:rsidR="00222434" w:rsidRPr="00533FBC">
        <w:rPr>
          <w:b/>
        </w:rPr>
        <w:t xml:space="preserve"> až </w:t>
      </w:r>
      <w:r w:rsidR="0015369F" w:rsidRPr="00533FBC">
        <w:rPr>
          <w:b/>
        </w:rPr>
        <w:t>„</w:t>
      </w:r>
      <w:r w:rsidR="00222434" w:rsidRPr="00533FBC">
        <w:rPr>
          <w:b/>
        </w:rPr>
        <w:t>999</w:t>
      </w:r>
      <w:r w:rsidR="0015369F" w:rsidRPr="00533FBC">
        <w:rPr>
          <w:b/>
        </w:rPr>
        <w:t>“</w:t>
      </w:r>
      <w:r w:rsidR="001D2123" w:rsidRPr="00533FBC">
        <w:rPr>
          <w:b/>
        </w:rPr>
        <w:t xml:space="preserve">, které jsou součástí </w:t>
      </w:r>
      <w:r w:rsidRPr="00533FBC">
        <w:rPr>
          <w:b/>
        </w:rPr>
        <w:t xml:space="preserve">jednotlivých SO/PS, </w:t>
      </w:r>
      <w:r w:rsidR="001D2123" w:rsidRPr="00533FBC">
        <w:rPr>
          <w:b/>
        </w:rPr>
        <w:t>a</w:t>
      </w:r>
      <w:r w:rsidR="009E2461" w:rsidRPr="00533FBC">
        <w:rPr>
          <w:b/>
        </w:rPr>
        <w:t> </w:t>
      </w:r>
      <w:r w:rsidR="00640764" w:rsidRPr="00533FBC">
        <w:rPr>
          <w:b/>
        </w:rPr>
        <w:t xml:space="preserve">které </w:t>
      </w:r>
      <w:r w:rsidR="001D2123" w:rsidRPr="00533FBC">
        <w:rPr>
          <w:b/>
        </w:rPr>
        <w:t>nebudou</w:t>
      </w:r>
      <w:r w:rsidR="00222434" w:rsidRPr="00533FBC">
        <w:rPr>
          <w:b/>
        </w:rPr>
        <w:t xml:space="preserve"> </w:t>
      </w:r>
      <w:r w:rsidR="00640764" w:rsidRPr="00533FBC">
        <w:rPr>
          <w:b/>
        </w:rPr>
        <w:t xml:space="preserve">v jednotlivých SO/PS uchazečem </w:t>
      </w:r>
      <w:r w:rsidR="00222434" w:rsidRPr="00533FBC">
        <w:rPr>
          <w:b/>
        </w:rPr>
        <w:t>oceň</w:t>
      </w:r>
      <w:r w:rsidR="00BE6548" w:rsidRPr="00533FBC">
        <w:rPr>
          <w:b/>
        </w:rPr>
        <w:t>o</w:t>
      </w:r>
      <w:r w:rsidR="001D2123" w:rsidRPr="00533FBC">
        <w:rPr>
          <w:b/>
        </w:rPr>
        <w:t>vány</w:t>
      </w:r>
      <w:r w:rsidR="0015369F" w:rsidRPr="00533FBC">
        <w:rPr>
          <w:b/>
        </w:rPr>
        <w:t>. U</w:t>
      </w:r>
      <w:r w:rsidR="006D17F7" w:rsidRPr="00533FBC">
        <w:rPr>
          <w:b/>
        </w:rPr>
        <w:t xml:space="preserve">chazeč provede ocenění </w:t>
      </w:r>
      <w:r w:rsidR="00BE6548" w:rsidRPr="00533FBC">
        <w:rPr>
          <w:b/>
        </w:rPr>
        <w:t>těchto položek pouze</w:t>
      </w:r>
      <w:r w:rsidR="006D17F7" w:rsidRPr="00533FBC">
        <w:rPr>
          <w:b/>
        </w:rPr>
        <w:t xml:space="preserve"> v</w:t>
      </w:r>
      <w:r w:rsidR="00BE6548" w:rsidRPr="00533FBC">
        <w:rPr>
          <w:b/>
        </w:rPr>
        <w:t> </w:t>
      </w:r>
      <w:bookmarkStart w:id="11" w:name="_Hlk133497368"/>
      <w:r w:rsidR="006D17F7" w:rsidRPr="00533FBC">
        <w:rPr>
          <w:b/>
        </w:rPr>
        <w:t>souhrn</w:t>
      </w:r>
      <w:r w:rsidR="00BE6548" w:rsidRPr="00533FBC">
        <w:rPr>
          <w:b/>
        </w:rPr>
        <w:t xml:space="preserve">ném objektu </w:t>
      </w:r>
      <w:r w:rsidR="006D17F7" w:rsidRPr="00533FBC">
        <w:rPr>
          <w:b/>
        </w:rPr>
        <w:t xml:space="preserve">odpadů </w:t>
      </w:r>
      <w:r w:rsidR="009E2461" w:rsidRPr="00533FBC">
        <w:rPr>
          <w:b/>
        </w:rPr>
        <w:t>„</w:t>
      </w:r>
      <w:r w:rsidR="006D17F7" w:rsidRPr="00533FBC">
        <w:rPr>
          <w:b/>
        </w:rPr>
        <w:t>SO</w:t>
      </w:r>
      <w:r w:rsidR="00753492" w:rsidRPr="00533FBC">
        <w:rPr>
          <w:b/>
        </w:rPr>
        <w:t> </w:t>
      </w:r>
      <w:r w:rsidR="006D17F7" w:rsidRPr="00533FBC">
        <w:rPr>
          <w:b/>
        </w:rPr>
        <w:t>90</w:t>
      </w:r>
      <w:r w:rsidR="00753492" w:rsidRPr="00533FBC">
        <w:rPr>
          <w:b/>
        </w:rPr>
        <w:noBreakHyphen/>
      </w:r>
      <w:r w:rsidR="006D17F7" w:rsidRPr="00533FBC">
        <w:rPr>
          <w:b/>
        </w:rPr>
        <w:t>90</w:t>
      </w:r>
      <w:r w:rsidR="00BE6548" w:rsidRPr="00533FBC">
        <w:rPr>
          <w:b/>
        </w:rPr>
        <w:t xml:space="preserve"> </w:t>
      </w:r>
      <w:r w:rsidR="009E2461" w:rsidRPr="00533FBC">
        <w:rPr>
          <w:b/>
        </w:rPr>
        <w:t>Likvidace odpadů včetně dopravy“</w:t>
      </w:r>
      <w:bookmarkEnd w:id="11"/>
      <w:r w:rsidR="006D17F7" w:rsidRPr="00533FBC">
        <w:rPr>
          <w:b/>
        </w:rPr>
        <w:t xml:space="preserve">. </w:t>
      </w:r>
      <w:r w:rsidR="00640764" w:rsidRPr="00533FBC">
        <w:t>V</w:t>
      </w:r>
      <w:r w:rsidR="009E2461" w:rsidRPr="00533FBC">
        <w:t> </w:t>
      </w:r>
      <w:r w:rsidR="006D17F7" w:rsidRPr="00533FBC">
        <w:t xml:space="preserve">SO 90-90 </w:t>
      </w:r>
      <w:r w:rsidR="009E2461" w:rsidRPr="00533FBC">
        <w:t xml:space="preserve">Likvidace odpadů včetně dopravy </w:t>
      </w:r>
      <w:r w:rsidR="00640764" w:rsidRPr="00533FBC">
        <w:t xml:space="preserve">jsou souhrnně </w:t>
      </w:r>
      <w:r w:rsidR="00E923CB" w:rsidRPr="00533FBC">
        <w:t xml:space="preserve">uvedeny </w:t>
      </w:r>
      <w:r w:rsidR="00640764" w:rsidRPr="00533FBC">
        <w:t xml:space="preserve">všechny </w:t>
      </w:r>
      <w:r w:rsidR="00E923CB" w:rsidRPr="00533FBC">
        <w:t xml:space="preserve">položky </w:t>
      </w:r>
      <w:r w:rsidR="00640764" w:rsidRPr="00533FBC">
        <w:t>odpad</w:t>
      </w:r>
      <w:r w:rsidR="00E923CB" w:rsidRPr="00533FBC">
        <w:t>ů</w:t>
      </w:r>
      <w:r w:rsidR="00640764" w:rsidRPr="00533FBC">
        <w:t xml:space="preserve"> </w:t>
      </w:r>
      <w:r w:rsidR="00E923CB" w:rsidRPr="00533FBC">
        <w:t xml:space="preserve">uvedené v jednotlivých SO/PS </w:t>
      </w:r>
      <w:r w:rsidR="00D12D42" w:rsidRPr="00533FBC">
        <w:t xml:space="preserve">za </w:t>
      </w:r>
      <w:r w:rsidR="0015369F" w:rsidRPr="00533FBC">
        <w:t>cel</w:t>
      </w:r>
      <w:r w:rsidR="00D12D42" w:rsidRPr="00533FBC">
        <w:t xml:space="preserve">ou </w:t>
      </w:r>
      <w:r w:rsidR="00E923CB" w:rsidRPr="00533FBC">
        <w:t>stavb</w:t>
      </w:r>
      <w:r w:rsidR="00D12D42" w:rsidRPr="00533FBC">
        <w:t>u</w:t>
      </w:r>
      <w:r w:rsidR="00753492" w:rsidRPr="00533FBC">
        <w:t xml:space="preserve"> (ocenění těchto položek v jednotlivých SO/PS povede k duplicitnímu ocenění</w:t>
      </w:r>
      <w:r w:rsidR="000F034C" w:rsidRPr="00533FBC">
        <w:t>!</w:t>
      </w:r>
      <w:r w:rsidR="00753492" w:rsidRPr="00533FBC">
        <w:t>)</w:t>
      </w:r>
      <w:r w:rsidR="00E923CB" w:rsidRPr="00533FBC">
        <w:t>.</w:t>
      </w:r>
      <w:r w:rsidR="007278CD" w:rsidRPr="00533FBC">
        <w:t xml:space="preserve"> </w:t>
      </w:r>
      <w:r w:rsidR="007278CD" w:rsidRPr="00533FBC">
        <w:rPr>
          <w:b/>
        </w:rPr>
        <w:t>Dále nebudou oceněny položky 1,2,3 a 4</w:t>
      </w:r>
      <w:r w:rsidR="00C15F20" w:rsidRPr="00533FBC">
        <w:rPr>
          <w:b/>
        </w:rPr>
        <w:t xml:space="preserve"> SO 07-60-01.2 Drobná architektura a oplocení, jejichž součástí je mobiliář dodávaný Objednatelem.</w:t>
      </w:r>
    </w:p>
    <w:p w:rsidR="007278CD" w:rsidRPr="00533FBC" w:rsidRDefault="007278CD" w:rsidP="007278CD">
      <w:pPr>
        <w:pStyle w:val="Text2-1"/>
        <w:numPr>
          <w:ilvl w:val="0"/>
          <w:numId w:val="0"/>
        </w:numPr>
        <w:rPr>
          <w:b/>
        </w:rPr>
      </w:pP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580814">
        <w:t>XDC).</w:t>
      </w:r>
    </w:p>
    <w:p w:rsidR="005E07BA" w:rsidRDefault="005E07BA" w:rsidP="005E07BA">
      <w:pPr>
        <w:pStyle w:val="Nadpis2-1"/>
      </w:pPr>
      <w:bookmarkStart w:id="12" w:name="_Toc134779768"/>
      <w:r>
        <w:t>MĚŘENÍ</w:t>
      </w:r>
      <w:bookmarkEnd w:id="12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3" w:name="_Toc134779769"/>
      <w:r>
        <w:t>SROVNATELNÉ V</w:t>
      </w:r>
      <w:r w:rsidR="00277875">
        <w:t>ÝROBKY, ALTERNATIVY MATERIÁLŮ A </w:t>
      </w:r>
      <w:r>
        <w:t>PROVEDENÍ</w:t>
      </w:r>
      <w:bookmarkEnd w:id="13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6D6895">
        <w:t>Objednatelem</w:t>
      </w:r>
      <w:r w:rsidRPr="006D6895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603" w:rsidRDefault="00211603" w:rsidP="00962258">
      <w:pPr>
        <w:spacing w:after="0" w:line="240" w:lineRule="auto"/>
      </w:pPr>
      <w:r>
        <w:separator/>
      </w:r>
    </w:p>
  </w:endnote>
  <w:endnote w:type="continuationSeparator" w:id="0">
    <w:p w:rsidR="00211603" w:rsidRDefault="002116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5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5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F035F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F035FB">
            <w:rPr>
              <w:b/>
              <w:bCs/>
              <w:noProof/>
            </w:rPr>
            <w:t>Výstavba</w:t>
          </w:r>
          <w:r>
            <w:rPr>
              <w:noProof/>
            </w:rPr>
            <w:t xml:space="preserve"> železniční zastávky Pardubice centrum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F035F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F035FB">
            <w:rPr>
              <w:b/>
              <w:bCs/>
              <w:noProof/>
            </w:rPr>
            <w:t>Výstavba</w:t>
          </w:r>
          <w:r>
            <w:rPr>
              <w:noProof/>
            </w:rPr>
            <w:t xml:space="preserve"> železniční zastávky Pardubice centrum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5F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5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603" w:rsidRDefault="00211603" w:rsidP="00962258">
      <w:pPr>
        <w:spacing w:after="0" w:line="240" w:lineRule="auto"/>
      </w:pPr>
      <w:r>
        <w:separator/>
      </w:r>
    </w:p>
  </w:footnote>
  <w:footnote w:type="continuationSeparator" w:id="0">
    <w:p w:rsidR="00211603" w:rsidRDefault="002116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trackedChanges" w:enforcement="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E2"/>
    <w:rsid w:val="000008ED"/>
    <w:rsid w:val="000053B3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B6B02"/>
    <w:rsid w:val="000C41F2"/>
    <w:rsid w:val="000C5D34"/>
    <w:rsid w:val="000D22C4"/>
    <w:rsid w:val="000D27D1"/>
    <w:rsid w:val="000D7436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11603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19D2"/>
    <w:rsid w:val="002A166C"/>
    <w:rsid w:val="002A3B57"/>
    <w:rsid w:val="002B6B58"/>
    <w:rsid w:val="002C31BF"/>
    <w:rsid w:val="002D26A6"/>
    <w:rsid w:val="002D5C7C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A74"/>
    <w:rsid w:val="00375127"/>
    <w:rsid w:val="0037545D"/>
    <w:rsid w:val="00386FF1"/>
    <w:rsid w:val="00391CB9"/>
    <w:rsid w:val="00392EB6"/>
    <w:rsid w:val="003956C6"/>
    <w:rsid w:val="00396B76"/>
    <w:rsid w:val="003A00AA"/>
    <w:rsid w:val="003C33F2"/>
    <w:rsid w:val="003D756E"/>
    <w:rsid w:val="003E420D"/>
    <w:rsid w:val="003E4C13"/>
    <w:rsid w:val="003F40E2"/>
    <w:rsid w:val="004078F3"/>
    <w:rsid w:val="00427794"/>
    <w:rsid w:val="00437099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3FBC"/>
    <w:rsid w:val="005406EB"/>
    <w:rsid w:val="00553375"/>
    <w:rsid w:val="00555884"/>
    <w:rsid w:val="005736B7"/>
    <w:rsid w:val="00575E5A"/>
    <w:rsid w:val="00580245"/>
    <w:rsid w:val="00580814"/>
    <w:rsid w:val="00586049"/>
    <w:rsid w:val="005A1F44"/>
    <w:rsid w:val="005B76D4"/>
    <w:rsid w:val="005D3C39"/>
    <w:rsid w:val="005E07BA"/>
    <w:rsid w:val="00601A8C"/>
    <w:rsid w:val="006067BA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D6895"/>
    <w:rsid w:val="006E0578"/>
    <w:rsid w:val="006E314D"/>
    <w:rsid w:val="006E4DDA"/>
    <w:rsid w:val="00710723"/>
    <w:rsid w:val="00712307"/>
    <w:rsid w:val="00721EBF"/>
    <w:rsid w:val="00723ED1"/>
    <w:rsid w:val="007278CD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2E77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37445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6349"/>
    <w:rsid w:val="00AA43F6"/>
    <w:rsid w:val="00AA4CBB"/>
    <w:rsid w:val="00AA65FA"/>
    <w:rsid w:val="00AA7351"/>
    <w:rsid w:val="00AB33B3"/>
    <w:rsid w:val="00AB666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2D1A"/>
    <w:rsid w:val="00BD7E91"/>
    <w:rsid w:val="00BD7F0D"/>
    <w:rsid w:val="00BE6548"/>
    <w:rsid w:val="00C02D0A"/>
    <w:rsid w:val="00C035CA"/>
    <w:rsid w:val="00C03A6E"/>
    <w:rsid w:val="00C15F20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03A38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35FB"/>
    <w:rsid w:val="00F12DEC"/>
    <w:rsid w:val="00F1715C"/>
    <w:rsid w:val="00F24034"/>
    <w:rsid w:val="00F27B7C"/>
    <w:rsid w:val="00F310F8"/>
    <w:rsid w:val="00F35939"/>
    <w:rsid w:val="00F374DB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026A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2A14DA49-604A-499B-A427-8685B711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aboova\Documents\Lenka\p&#345;&#237;prava\Pardubice%20-%20centrum\sout&#283;&#382;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FFFD8218CA46EE92640B9C5CE8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E2AB8-FB52-4E78-9A7F-19B025DC16DE}"/>
      </w:docPartPr>
      <w:docPartBody>
        <w:p w:rsidR="006876D3" w:rsidRDefault="005E7662">
          <w:pPr>
            <w:pStyle w:val="2CFFFD8218CA46EE92640B9C5CE8841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62"/>
    <w:rsid w:val="002F3682"/>
    <w:rsid w:val="005E7662"/>
    <w:rsid w:val="0060726A"/>
    <w:rsid w:val="006876D3"/>
    <w:rsid w:val="00AF79A5"/>
    <w:rsid w:val="00D9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CFFFD8218CA46EE92640B9C5CE8841B">
    <w:name w:val="2CFFFD8218CA46EE92640B9C5CE88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C46D78-3B9F-4AB9-98A8-4B25E4A2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</TotalTime>
  <Pages>6</Pages>
  <Words>2003</Words>
  <Characters>11822</Characters>
  <Application>Microsoft Office Word</Application>
  <DocSecurity>0</DocSecurity>
  <Lines>98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Szabóová Lenka, Ing.</dc:creator>
  <cp:lastModifiedBy>Přerovská Kamila, Ing.</cp:lastModifiedBy>
  <cp:revision>3</cp:revision>
  <cp:lastPrinted>2019-03-13T10:28:00Z</cp:lastPrinted>
  <dcterms:created xsi:type="dcterms:W3CDTF">2023-06-15T11:56:00Z</dcterms:created>
  <dcterms:modified xsi:type="dcterms:W3CDTF">2023-06-21T09:05:00Z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